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5386"/>
        <w:gridCol w:w="425"/>
        <w:gridCol w:w="3969"/>
      </w:tblGrid>
      <w:tr w:rsidR="00C6765F" w:rsidRPr="000A63AF" w14:paraId="0E33E6A3" w14:textId="77777777" w:rsidTr="00F04FE3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5386" w:type="dxa"/>
            <w:tcBorders>
              <w:left w:val="nil"/>
            </w:tcBorders>
          </w:tcPr>
          <w:p w14:paraId="0868E619" w14:textId="77777777" w:rsidR="00C6765F" w:rsidRDefault="00105331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Which is better value:</w:t>
            </w:r>
          </w:p>
          <w:p w14:paraId="377C0A80" w14:textId="77777777" w:rsidR="00C55B29" w:rsidRDefault="00084907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500g of cereal for £1.50</w:t>
            </w:r>
          </w:p>
          <w:p w14:paraId="543BE07C" w14:textId="7189CA28" w:rsidR="00084907" w:rsidRPr="005D37DE" w:rsidRDefault="00084907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800g of cereal for </w:t>
            </w:r>
            <w:r w:rsidR="00237838">
              <w:rPr>
                <w:rFonts w:ascii="Century Gothic" w:hAnsi="Century Gothic"/>
              </w:rPr>
              <w:t>£2.50</w:t>
            </w:r>
          </w:p>
        </w:tc>
        <w:tc>
          <w:tcPr>
            <w:tcW w:w="425" w:type="dxa"/>
            <w:tcBorders>
              <w:right w:val="nil"/>
            </w:tcBorders>
          </w:tcPr>
          <w:p w14:paraId="181FE9F0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3969" w:type="dxa"/>
            <w:tcBorders>
              <w:left w:val="nil"/>
            </w:tcBorders>
          </w:tcPr>
          <w:p w14:paraId="042963A3" w14:textId="45801A2D" w:rsidR="00493EE3" w:rsidRDefault="009F6C6A" w:rsidP="005D37DE">
            <w:pPr>
              <w:spacing w:before="120" w:after="0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Find </w:t>
            </w:r>
            <w:r w:rsidR="00EF7A5E">
              <w:rPr>
                <w:rFonts w:ascii="Century Gothic" w:hAnsi="Century Gothic" w:cs="Tahoma"/>
              </w:rPr>
              <w:t>2.5</w:t>
            </w:r>
            <w:r>
              <w:rPr>
                <w:rFonts w:ascii="Century Gothic" w:hAnsi="Century Gothic" w:cs="Tahoma"/>
              </w:rPr>
              <w:t xml:space="preserve">% of £425 </w:t>
            </w:r>
          </w:p>
          <w:p w14:paraId="1B5E5D74" w14:textId="42E00E66" w:rsidR="00C6765F" w:rsidRPr="005D37DE" w:rsidRDefault="009F6C6A" w:rsidP="00493EE3">
            <w:pPr>
              <w:spacing w:after="0"/>
              <w:rPr>
                <w:rFonts w:ascii="Century Gothic" w:eastAsiaTheme="minorEastAsia" w:hAnsi="Century Gothic"/>
              </w:rPr>
            </w:pPr>
            <w:r>
              <w:rPr>
                <w:rFonts w:ascii="Century Gothic" w:hAnsi="Century Gothic" w:cs="Tahoma"/>
              </w:rPr>
              <w:t>(use a calculator)</w:t>
            </w:r>
          </w:p>
        </w:tc>
      </w:tr>
      <w:tr w:rsidR="00C6765F" w:rsidRPr="00C240D5" w14:paraId="02717925" w14:textId="77777777" w:rsidTr="00F04FE3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7AFFEBD7" w14:textId="2E0A7B7B" w:rsidR="00125C71" w:rsidRDefault="00F3252F" w:rsidP="005D37DE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F65BAB4" wp14:editId="5D5182BE">
                      <wp:simplePos x="0" y="0"/>
                      <wp:positionH relativeFrom="column">
                        <wp:posOffset>2642870</wp:posOffset>
                      </wp:positionH>
                      <wp:positionV relativeFrom="paragraph">
                        <wp:posOffset>148136</wp:posOffset>
                      </wp:positionV>
                      <wp:extent cx="471170" cy="27559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170" cy="2755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21D447" w14:textId="32D9F4FA" w:rsidR="002C5377" w:rsidRDefault="00EF7A5E">
                                  <w:r>
                                    <w:t>8.5</w:t>
                                  </w:r>
                                  <w:r w:rsidR="002C5377"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F65BA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208.1pt;margin-top:11.65pt;width:37.1pt;height:21.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" filled="f" stroked="f" strokeweight=".5pt">
                      <v:textbox>
                        <w:txbxContent>
                          <w:p w14:paraId="3B21D447" w14:textId="32D9F4FA" w:rsidR="002C5377" w:rsidRDefault="00EF7A5E">
                            <w:r>
                              <w:t>8.5</w:t>
                            </w:r>
                            <w:r w:rsidR="002C5377"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1E486E2" wp14:editId="0660CA0E">
                      <wp:simplePos x="0" y="0"/>
                      <wp:positionH relativeFrom="column">
                        <wp:posOffset>2832280</wp:posOffset>
                      </wp:positionH>
                      <wp:positionV relativeFrom="paragraph">
                        <wp:posOffset>192313</wp:posOffset>
                      </wp:positionV>
                      <wp:extent cx="284843" cy="246743"/>
                      <wp:effectExtent l="0" t="0" r="20320" b="2032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4843" cy="2467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D58C87" id="Straight Connector 5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pt,15.15pt" to="245.45pt,34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" strokecolor="black [3040]"/>
                  </w:pict>
                </mc:Fallback>
              </mc:AlternateContent>
            </w:r>
            <w:r w:rsidR="002C5377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F3ACF4C" wp14:editId="2EBE29BD">
                      <wp:simplePos x="0" y="0"/>
                      <wp:positionH relativeFrom="column">
                        <wp:posOffset>2403475</wp:posOffset>
                      </wp:positionH>
                      <wp:positionV relativeFrom="paragraph">
                        <wp:posOffset>46355</wp:posOffset>
                      </wp:positionV>
                      <wp:extent cx="834390" cy="834390"/>
                      <wp:effectExtent l="12700" t="12700" r="16510" b="1651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4390" cy="8343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13B3101" id="Oval 3" o:spid="_x0000_s1026" style="position:absolute;margin-left:189.25pt;margin-top:3.65pt;width:65.7pt;height:65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" fillcolor="white [3201]" strokecolor="black [3200]" strokeweight="2pt"/>
                  </w:pict>
                </mc:Fallback>
              </mc:AlternateContent>
            </w:r>
            <w:r w:rsidR="002C5377">
              <w:rPr>
                <w:rFonts w:ascii="Century Gothic" w:hAnsi="Century Gothic"/>
              </w:rPr>
              <w:t xml:space="preserve">A circle has a </w:t>
            </w:r>
            <w:r>
              <w:rPr>
                <w:rFonts w:ascii="Century Gothic" w:hAnsi="Century Gothic"/>
              </w:rPr>
              <w:t>radius</w:t>
            </w:r>
            <w:r w:rsidR="002C5377">
              <w:rPr>
                <w:rFonts w:ascii="Century Gothic" w:hAnsi="Century Gothic"/>
              </w:rPr>
              <w:t xml:space="preserve"> of </w:t>
            </w:r>
            <w:r w:rsidR="00EF7A5E">
              <w:rPr>
                <w:rFonts w:ascii="Century Gothic" w:hAnsi="Century Gothic"/>
              </w:rPr>
              <w:t>8.5</w:t>
            </w:r>
            <w:r w:rsidR="002C5377">
              <w:rPr>
                <w:rFonts w:ascii="Century Gothic" w:hAnsi="Century Gothic"/>
              </w:rPr>
              <w:t>cm.</w:t>
            </w:r>
          </w:p>
          <w:p w14:paraId="5155B1A5" w14:textId="397CD6C2" w:rsidR="002C5377" w:rsidRPr="005D37DE" w:rsidRDefault="002C5377" w:rsidP="002C5377">
            <w:pPr>
              <w:spacing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Work out its circumference.</w:t>
            </w:r>
          </w:p>
          <w:p w14:paraId="683B8A61" w14:textId="04ECA9DF" w:rsidR="000740DB" w:rsidRPr="005D37DE" w:rsidRDefault="000740DB" w:rsidP="005D37DE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</w:tcBorders>
          </w:tcPr>
          <w:p w14:paraId="67491640" w14:textId="1F90C4A4" w:rsidR="0020147F" w:rsidRPr="00F55BE2" w:rsidRDefault="0020147F" w:rsidP="00F55BE2">
            <w:pPr>
              <w:spacing w:before="120" w:after="0"/>
              <w:rPr>
                <w:rFonts w:ascii="Century Gothic" w:hAnsi="Century Gothic" w:cs="Tahoma"/>
              </w:rPr>
            </w:pPr>
            <w:r w:rsidRPr="00F55BE2">
              <w:rPr>
                <w:rFonts w:ascii="Century Gothic" w:hAnsi="Century Gothic" w:cs="Tahoma"/>
              </w:rPr>
              <w:t>Factorise</w:t>
            </w:r>
          </w:p>
          <w:p w14:paraId="1AEEA70F" w14:textId="77777777" w:rsidR="00084907" w:rsidRPr="00801477" w:rsidRDefault="00084907" w:rsidP="00084907">
            <w:pPr>
              <w:rPr>
                <w:rFonts w:ascii="Tahoma" w:hAnsi="Tahoma" w:cs="Tahoma"/>
                <w:color w:val="000000" w:themeColor="text1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 w:themeColor="text1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 w:themeColor="text1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 w:themeColor="text1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  <w:color w:val="000000" w:themeColor="text1"/>
                  </w:rPr>
                  <m:t>+6x-16</m:t>
                </m:r>
              </m:oMath>
            </m:oMathPara>
          </w:p>
          <w:p w14:paraId="35867634" w14:textId="46F0B222" w:rsidR="00C6765F" w:rsidRPr="005D37DE" w:rsidRDefault="00C6765F" w:rsidP="00F55BE2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388B024E" w:rsidR="009F6C6A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114D2138" w:rsidR="00C6765F" w:rsidRPr="009F6C6A" w:rsidRDefault="00084907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1C4C0152" wp14:editId="6977E35F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976630</wp:posOffset>
                  </wp:positionV>
                  <wp:extent cx="572135" cy="40132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D2B37"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71C49AAC" wp14:editId="1E6E9DCA">
                  <wp:extent cx="804496" cy="11620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496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530F6972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C6765F">
        <w:rPr>
          <w:rFonts w:ascii="Segoe Print" w:hAnsi="Segoe Print"/>
          <w:b/>
          <w:sz w:val="24"/>
        </w:rPr>
        <w:t>2</w:t>
      </w:r>
      <w:r w:rsidR="00E54E19">
        <w:rPr>
          <w:rFonts w:ascii="Segoe Print" w:hAnsi="Segoe Print"/>
          <w:b/>
          <w:sz w:val="24"/>
        </w:rPr>
        <w:t>2</w:t>
      </w:r>
      <w:r w:rsidR="00D51195" w:rsidRPr="0090117B">
        <w:rPr>
          <w:rFonts w:ascii="Segoe Print" w:hAnsi="Segoe Print"/>
          <w:b/>
          <w:sz w:val="24"/>
        </w:rPr>
        <w:t>.</w:t>
      </w:r>
      <w:r w:rsidR="00DC4038"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574C87C8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2E01EB6F" w14:textId="77777777" w:rsidR="00237838" w:rsidRDefault="00237838" w:rsidP="00E20822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bookmarkEnd w:id="0"/>
    </w:p>
    <w:p w14:paraId="00FBA615" w14:textId="77777777" w:rsidR="004F073D" w:rsidRDefault="004F073D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5386"/>
        <w:gridCol w:w="425"/>
        <w:gridCol w:w="3969"/>
      </w:tblGrid>
      <w:tr w:rsidR="00237838" w:rsidRPr="000A63AF" w14:paraId="6DA90327" w14:textId="77777777" w:rsidTr="00650E57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79A986CB" w14:textId="77777777" w:rsidR="00237838" w:rsidRPr="00C240D5" w:rsidRDefault="00237838" w:rsidP="00650E57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5386" w:type="dxa"/>
            <w:tcBorders>
              <w:left w:val="nil"/>
            </w:tcBorders>
          </w:tcPr>
          <w:p w14:paraId="77A50E42" w14:textId="77777777" w:rsidR="00237838" w:rsidRDefault="00237838" w:rsidP="00650E57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Which is better value:</w:t>
            </w:r>
          </w:p>
          <w:p w14:paraId="1220E534" w14:textId="77777777" w:rsidR="00237838" w:rsidRDefault="00237838" w:rsidP="00650E57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500g of cereal for £1.50</w:t>
            </w:r>
          </w:p>
          <w:p w14:paraId="1305ACAC" w14:textId="77777777" w:rsidR="00237838" w:rsidRPr="005D37DE" w:rsidRDefault="00237838" w:rsidP="00650E57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800g of cereal for £2.50</w:t>
            </w:r>
          </w:p>
        </w:tc>
        <w:tc>
          <w:tcPr>
            <w:tcW w:w="425" w:type="dxa"/>
            <w:tcBorders>
              <w:right w:val="nil"/>
            </w:tcBorders>
          </w:tcPr>
          <w:p w14:paraId="5BBDFF7A" w14:textId="77777777" w:rsidR="00237838" w:rsidRPr="005D37DE" w:rsidRDefault="00237838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3969" w:type="dxa"/>
            <w:tcBorders>
              <w:left w:val="nil"/>
            </w:tcBorders>
          </w:tcPr>
          <w:p w14:paraId="22FEBF9E" w14:textId="77777777" w:rsidR="00237838" w:rsidRDefault="00237838" w:rsidP="00650E57">
            <w:pPr>
              <w:spacing w:before="120" w:after="0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Find 2.5% of £425 </w:t>
            </w:r>
          </w:p>
          <w:p w14:paraId="2209D123" w14:textId="77777777" w:rsidR="00237838" w:rsidRPr="005D37DE" w:rsidRDefault="00237838" w:rsidP="00650E57">
            <w:pPr>
              <w:spacing w:after="0"/>
              <w:rPr>
                <w:rFonts w:ascii="Century Gothic" w:eastAsiaTheme="minorEastAsia" w:hAnsi="Century Gothic"/>
              </w:rPr>
            </w:pPr>
            <w:r>
              <w:rPr>
                <w:rFonts w:ascii="Century Gothic" w:hAnsi="Century Gothic" w:cs="Tahoma"/>
              </w:rPr>
              <w:t>(use a calculator)</w:t>
            </w:r>
          </w:p>
        </w:tc>
      </w:tr>
      <w:tr w:rsidR="00237838" w:rsidRPr="00C240D5" w14:paraId="3537E563" w14:textId="77777777" w:rsidTr="00650E57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07EAEE66" w14:textId="77777777" w:rsidR="00237838" w:rsidRPr="00C240D5" w:rsidRDefault="00237838" w:rsidP="00650E57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5AC88303" w14:textId="77777777" w:rsidR="00237838" w:rsidRDefault="00237838" w:rsidP="00650E57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D596E88" wp14:editId="5AF22122">
                      <wp:simplePos x="0" y="0"/>
                      <wp:positionH relativeFrom="column">
                        <wp:posOffset>2642870</wp:posOffset>
                      </wp:positionH>
                      <wp:positionV relativeFrom="paragraph">
                        <wp:posOffset>148136</wp:posOffset>
                      </wp:positionV>
                      <wp:extent cx="471170" cy="275590"/>
                      <wp:effectExtent l="0" t="0" r="0" b="0"/>
                      <wp:wrapNone/>
                      <wp:docPr id="36" name="Text Box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170" cy="2755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AE2CB99" w14:textId="77777777" w:rsidR="00237838" w:rsidRDefault="00237838" w:rsidP="00237838">
                                  <w:r>
                                    <w:t>8.5cm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596E88" id="Text Box 36" o:spid="_x0000_s1027" type="#_x0000_t202" style="position:absolute;margin-left:208.1pt;margin-top:11.65pt;width:37.1pt;height:21.7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" filled="f" stroked="f" strokeweight=".5pt">
                      <v:textbox>
                        <w:txbxContent>
                          <w:p w14:paraId="4AE2CB99" w14:textId="77777777" w:rsidR="00237838" w:rsidRDefault="00237838" w:rsidP="00237838">
                            <w:r>
                              <w:t>8.5cm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5EE0B5E" wp14:editId="6836CBD8">
                      <wp:simplePos x="0" y="0"/>
                      <wp:positionH relativeFrom="column">
                        <wp:posOffset>2832280</wp:posOffset>
                      </wp:positionH>
                      <wp:positionV relativeFrom="paragraph">
                        <wp:posOffset>192313</wp:posOffset>
                      </wp:positionV>
                      <wp:extent cx="284843" cy="246743"/>
                      <wp:effectExtent l="0" t="0" r="20320" b="20320"/>
                      <wp:wrapNone/>
                      <wp:docPr id="37" name="Straight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4843" cy="2467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7FF981" id="Straight Connector 37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pt,15.15pt" to="245.45pt,34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" strokecolor="black [3040]"/>
                  </w:pict>
                </mc:Fallback>
              </mc:AlternateContent>
            </w: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9370E3D" wp14:editId="7029FBCB">
                      <wp:simplePos x="0" y="0"/>
                      <wp:positionH relativeFrom="column">
                        <wp:posOffset>2403475</wp:posOffset>
                      </wp:positionH>
                      <wp:positionV relativeFrom="paragraph">
                        <wp:posOffset>46355</wp:posOffset>
                      </wp:positionV>
                      <wp:extent cx="834390" cy="834390"/>
                      <wp:effectExtent l="12700" t="12700" r="16510" b="16510"/>
                      <wp:wrapNone/>
                      <wp:docPr id="38" name="Oval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4390" cy="8343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36DE65E" id="Oval 38" o:spid="_x0000_s1026" style="position:absolute;margin-left:189.25pt;margin-top:3.65pt;width:65.7pt;height:65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" fillcolor="white [3201]" strokecolor="black [3200]" strokeweight="2pt"/>
                  </w:pict>
                </mc:Fallback>
              </mc:AlternateContent>
            </w:r>
            <w:r>
              <w:rPr>
                <w:rFonts w:ascii="Century Gothic" w:hAnsi="Century Gothic"/>
              </w:rPr>
              <w:t>A circle has a radius of 8.5cm.</w:t>
            </w:r>
          </w:p>
          <w:p w14:paraId="595700A0" w14:textId="77777777" w:rsidR="00237838" w:rsidRPr="005D37DE" w:rsidRDefault="00237838" w:rsidP="00650E57">
            <w:pPr>
              <w:spacing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Work out its circumference.</w:t>
            </w:r>
          </w:p>
          <w:p w14:paraId="79BFE199" w14:textId="77777777" w:rsidR="00237838" w:rsidRPr="005D37DE" w:rsidRDefault="00237838" w:rsidP="00650E57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513EA4DD" w14:textId="77777777" w:rsidR="00237838" w:rsidRPr="005D37DE" w:rsidRDefault="00237838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</w:tcBorders>
          </w:tcPr>
          <w:p w14:paraId="6B479CE8" w14:textId="77777777" w:rsidR="00237838" w:rsidRPr="00F55BE2" w:rsidRDefault="00237838" w:rsidP="00650E57">
            <w:pPr>
              <w:spacing w:before="120" w:after="0"/>
              <w:rPr>
                <w:rFonts w:ascii="Century Gothic" w:hAnsi="Century Gothic" w:cs="Tahoma"/>
              </w:rPr>
            </w:pPr>
            <w:r w:rsidRPr="00F55BE2">
              <w:rPr>
                <w:rFonts w:ascii="Century Gothic" w:hAnsi="Century Gothic" w:cs="Tahoma"/>
              </w:rPr>
              <w:t>Factorise</w:t>
            </w:r>
          </w:p>
          <w:p w14:paraId="355B5C54" w14:textId="77777777" w:rsidR="00237838" w:rsidRPr="00801477" w:rsidRDefault="00237838" w:rsidP="00650E57">
            <w:pPr>
              <w:rPr>
                <w:rFonts w:ascii="Tahoma" w:hAnsi="Tahoma" w:cs="Tahoma"/>
                <w:color w:val="000000" w:themeColor="text1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ahoma"/>
                        <w:i/>
                        <w:color w:val="000000" w:themeColor="text1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color w:val="000000" w:themeColor="text1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  <w:color w:val="000000" w:themeColor="text1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  <w:color w:val="000000" w:themeColor="text1"/>
                  </w:rPr>
                  <m:t>+6x-16</m:t>
                </m:r>
              </m:oMath>
            </m:oMathPara>
          </w:p>
          <w:p w14:paraId="0CF1D9A9" w14:textId="77777777" w:rsidR="00237838" w:rsidRPr="005D37DE" w:rsidRDefault="00237838" w:rsidP="00650E57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237838" w:rsidRPr="00C240D5" w14:paraId="299060B2" w14:textId="77777777" w:rsidTr="00650E57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3C67DB42" w14:textId="77777777" w:rsidR="00237838" w:rsidRPr="00C240D5" w:rsidRDefault="00237838" w:rsidP="00650E57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7535A13" w14:textId="77777777" w:rsidR="00237838" w:rsidRDefault="00237838" w:rsidP="00650E57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53B388B5" w14:textId="77777777" w:rsidR="00237838" w:rsidRPr="009F6C6A" w:rsidRDefault="00237838" w:rsidP="00650E57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94080" behindDoc="0" locked="0" layoutInCell="1" allowOverlap="1" wp14:anchorId="15AD9F72" wp14:editId="40CAA644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976630</wp:posOffset>
                  </wp:positionV>
                  <wp:extent cx="572135" cy="401320"/>
                  <wp:effectExtent l="0" t="0" r="0" b="508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39594DFA" wp14:editId="32115067">
                  <wp:extent cx="804496" cy="116205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496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DA5772" w14:textId="77777777" w:rsidR="00237838" w:rsidRDefault="00237838" w:rsidP="00237838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3056" behindDoc="0" locked="0" layoutInCell="1" allowOverlap="1" wp14:anchorId="5D465E6D" wp14:editId="6FA161B9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41" name="Picture 4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2032" behindDoc="0" locked="0" layoutInCell="1" allowOverlap="1" wp14:anchorId="1D2EE627" wp14:editId="2B402808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42" name="Picture 4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22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0BFCF5C" w14:textId="77777777" w:rsidR="007E2C1A" w:rsidRDefault="007E2C1A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433C"/>
    <w:rsid w:val="000740DB"/>
    <w:rsid w:val="00084907"/>
    <w:rsid w:val="000A43CA"/>
    <w:rsid w:val="000A63AF"/>
    <w:rsid w:val="000E162B"/>
    <w:rsid w:val="00105331"/>
    <w:rsid w:val="00125C71"/>
    <w:rsid w:val="001826A9"/>
    <w:rsid w:val="0020147F"/>
    <w:rsid w:val="00213C21"/>
    <w:rsid w:val="00237838"/>
    <w:rsid w:val="00242309"/>
    <w:rsid w:val="00247FD4"/>
    <w:rsid w:val="002A3B06"/>
    <w:rsid w:val="002C5377"/>
    <w:rsid w:val="002D5D86"/>
    <w:rsid w:val="00333535"/>
    <w:rsid w:val="003F51D8"/>
    <w:rsid w:val="004008D8"/>
    <w:rsid w:val="00493EE3"/>
    <w:rsid w:val="004A26C7"/>
    <w:rsid w:val="004F073D"/>
    <w:rsid w:val="0050136B"/>
    <w:rsid w:val="00505FC9"/>
    <w:rsid w:val="00525119"/>
    <w:rsid w:val="005D37DE"/>
    <w:rsid w:val="005F4F3E"/>
    <w:rsid w:val="0064471D"/>
    <w:rsid w:val="00666CDC"/>
    <w:rsid w:val="00705472"/>
    <w:rsid w:val="00734D85"/>
    <w:rsid w:val="007B4226"/>
    <w:rsid w:val="007E2C1A"/>
    <w:rsid w:val="008B12F1"/>
    <w:rsid w:val="008D2B37"/>
    <w:rsid w:val="0090117B"/>
    <w:rsid w:val="0090585D"/>
    <w:rsid w:val="0099142F"/>
    <w:rsid w:val="009A72D8"/>
    <w:rsid w:val="009F6C6A"/>
    <w:rsid w:val="00AD3C1A"/>
    <w:rsid w:val="00B40DC9"/>
    <w:rsid w:val="00BE7AC9"/>
    <w:rsid w:val="00C240D5"/>
    <w:rsid w:val="00C41860"/>
    <w:rsid w:val="00C55B29"/>
    <w:rsid w:val="00C6765F"/>
    <w:rsid w:val="00D253BC"/>
    <w:rsid w:val="00D51195"/>
    <w:rsid w:val="00D723BE"/>
    <w:rsid w:val="00DB511B"/>
    <w:rsid w:val="00DC4038"/>
    <w:rsid w:val="00DD6ED1"/>
    <w:rsid w:val="00E20822"/>
    <w:rsid w:val="00E54E19"/>
    <w:rsid w:val="00E7749A"/>
    <w:rsid w:val="00EA0CA1"/>
    <w:rsid w:val="00EC4CCA"/>
    <w:rsid w:val="00EF7A5E"/>
    <w:rsid w:val="00F04FE3"/>
    <w:rsid w:val="00F3252F"/>
    <w:rsid w:val="00F55BE2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7</cp:revision>
  <cp:lastPrinted>2019-03-11T15:00:00Z</cp:lastPrinted>
  <dcterms:created xsi:type="dcterms:W3CDTF">2019-03-11T14:58:00Z</dcterms:created>
  <dcterms:modified xsi:type="dcterms:W3CDTF">2019-03-11T15:00:00Z</dcterms:modified>
</cp:coreProperties>
</file>